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E6" w:rsidRDefault="00726BE6" w:rsidP="00B6300C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12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60-64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726BE6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BE6" w:rsidRPr="0014740A" w:rsidRDefault="00726BE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BE6" w:rsidRPr="0014740A" w:rsidRDefault="00726BE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BE6" w:rsidRPr="0014740A" w:rsidRDefault="00726BE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BE6" w:rsidRPr="0014740A" w:rsidRDefault="00726BE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BE6" w:rsidRPr="0014740A" w:rsidRDefault="00726BE6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726BE6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26BE6" w:rsidRPr="00D25996" w:rsidRDefault="00726BE6" w:rsidP="00DC6F25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To know how to describe things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26BE6" w:rsidRPr="00D25996" w:rsidRDefault="00726BE6" w:rsidP="00DC6F25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soft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medium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hard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brand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owe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boil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polite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tube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26BE6" w:rsidRPr="00D25996" w:rsidRDefault="00726BE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726BE6" w:rsidRPr="00D25996" w:rsidRDefault="00726BE6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726BE6" w:rsidRPr="00D25996" w:rsidRDefault="00726BE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726BE6" w:rsidRDefault="00726BE6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726BE6" w:rsidRPr="00D25996" w:rsidRDefault="00726BE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726BE6" w:rsidRPr="00D25996" w:rsidRDefault="00726BE6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26BE6" w:rsidRPr="00D25996" w:rsidRDefault="00726BE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726BE6" w:rsidRPr="00D25996" w:rsidRDefault="00726BE6" w:rsidP="00B6300C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-Describing things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-Offering assistance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26BE6" w:rsidRPr="00D25996" w:rsidRDefault="00726BE6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726BE6" w:rsidRPr="00D25996" w:rsidRDefault="00726BE6" w:rsidP="003A79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-MAY/CAN I help you?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-Prefer …to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-Adjectives</w:t>
            </w:r>
          </w:p>
        </w:tc>
      </w:tr>
    </w:tbl>
    <w:p w:rsidR="00726BE6" w:rsidRDefault="00726BE6" w:rsidP="00910D32">
      <w:pPr>
        <w:rPr>
          <w:rtl/>
          <w:lang w:bidi="ar-JO"/>
        </w:rPr>
        <w:sectPr w:rsidR="00726BE6" w:rsidSect="00910D32">
          <w:headerReference w:type="default" r:id="rId4"/>
          <w:footerReference w:type="default" r:id="rId5"/>
          <w:pgSz w:w="16838" w:h="11906" w:orient="landscape"/>
          <w:pgMar w:top="720" w:right="720" w:bottom="720" w:left="720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601"/>
        </w:sectPr>
      </w:pPr>
    </w:p>
    <w:p w:rsidR="00726BE6" w:rsidRDefault="00726BE6" w:rsidP="002D69DF">
      <w:subDoc r:id="rId6"/>
    </w:p>
    <w:sectPr w:rsidR="00726BE6" w:rsidSect="0014740A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C88" w:rsidRDefault="00EC4C88">
    <w:pPr>
      <w:pStyle w:val="a4"/>
    </w:pPr>
    <w:r w:rsidRPr="00A21397">
      <w:rPr>
        <w:sz w:val="28"/>
        <w:szCs w:val="28"/>
      </w:rPr>
      <w:t>From # QF71-1-49rev.a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D6F" w:rsidRDefault="009C4D6F" w:rsidP="009C4D6F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 w:rsidP="0014740A">
    <w:pPr>
      <w:pStyle w:val="a3"/>
      <w:jc w:val="center"/>
      <w:rPr>
        <w:lang w:bidi="ar-JO"/>
      </w:rPr>
    </w:pPr>
    <w:r w:rsidRPr="00A21397">
      <w:rPr>
        <w:rFonts w:cs="Times New Roman"/>
      </w:rPr>
      <w:t>Content Analysis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221"/>
  <w:displayHorizontalDrawingGridEvery w:val="2"/>
  <w:characterSpacingControl w:val="doNotCompress"/>
  <w:compat/>
  <w:rsids>
    <w:rsidRoot w:val="00B74004"/>
    <w:rsid w:val="00124CA5"/>
    <w:rsid w:val="0014740A"/>
    <w:rsid w:val="001960A2"/>
    <w:rsid w:val="001F1BBD"/>
    <w:rsid w:val="00224DED"/>
    <w:rsid w:val="002D69DF"/>
    <w:rsid w:val="00362EAD"/>
    <w:rsid w:val="003A79A0"/>
    <w:rsid w:val="0041748F"/>
    <w:rsid w:val="00463E20"/>
    <w:rsid w:val="005802C4"/>
    <w:rsid w:val="005925D9"/>
    <w:rsid w:val="005E4227"/>
    <w:rsid w:val="00641604"/>
    <w:rsid w:val="00657C12"/>
    <w:rsid w:val="006761E8"/>
    <w:rsid w:val="006D2DD2"/>
    <w:rsid w:val="00703763"/>
    <w:rsid w:val="00726BE6"/>
    <w:rsid w:val="007774BB"/>
    <w:rsid w:val="007A29B2"/>
    <w:rsid w:val="008D7F9D"/>
    <w:rsid w:val="008E72A2"/>
    <w:rsid w:val="009551E2"/>
    <w:rsid w:val="00993326"/>
    <w:rsid w:val="009C4D6F"/>
    <w:rsid w:val="00A54367"/>
    <w:rsid w:val="00B03F00"/>
    <w:rsid w:val="00B6300C"/>
    <w:rsid w:val="00B74004"/>
    <w:rsid w:val="00BA0C4A"/>
    <w:rsid w:val="00C64A78"/>
    <w:rsid w:val="00CE67F4"/>
    <w:rsid w:val="00D234FA"/>
    <w:rsid w:val="00D25996"/>
    <w:rsid w:val="00DC6F25"/>
    <w:rsid w:val="00E2655A"/>
    <w:rsid w:val="00EA4205"/>
    <w:rsid w:val="00EC4C88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D234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subDocument" Target="Better6%20&#1578;&#1581;&#1604;&#1610;&#1604;%20&#1605;&#1581;&#1578;&#1608;&#1609;%20U%20(13).docx" TargetMode="Externa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4</cp:revision>
  <cp:lastPrinted>2017-02-03T16:47:00Z</cp:lastPrinted>
  <dcterms:created xsi:type="dcterms:W3CDTF">2017-02-11T07:18:00Z</dcterms:created>
  <dcterms:modified xsi:type="dcterms:W3CDTF">2017-02-12T11:28:00Z</dcterms:modified>
</cp:coreProperties>
</file>